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578" w:rsidRDefault="00001578" w:rsidP="00607CAC">
      <w:pPr>
        <w:tabs>
          <w:tab w:val="left" w:pos="567"/>
        </w:tabs>
        <w:ind w:right="535"/>
        <w:jc w:val="right"/>
      </w:pPr>
    </w:p>
    <w:p w:rsidR="00001578" w:rsidRPr="00B91BAE" w:rsidRDefault="00607CAC" w:rsidP="00607CAC">
      <w:pPr>
        <w:tabs>
          <w:tab w:val="left" w:pos="567"/>
        </w:tabs>
        <w:jc w:val="center"/>
        <w:rPr>
          <w:color w:val="000000"/>
          <w:sz w:val="20"/>
          <w:lang w:eastAsia="pl-PL"/>
        </w:rPr>
      </w:pPr>
      <w:r>
        <w:t xml:space="preserve">                                                                                                                                                                                                </w:t>
      </w:r>
      <w:r w:rsidR="00001578" w:rsidRPr="00B91BAE">
        <w:t>Załącznik nr</w:t>
      </w:r>
      <w:r w:rsidR="00001578">
        <w:t xml:space="preserve"> 1 F</w:t>
      </w:r>
      <w:r w:rsidR="008656CB">
        <w:t xml:space="preserve"> do S</w:t>
      </w:r>
      <w:r w:rsidR="00A67656">
        <w:t>WZ</w:t>
      </w:r>
      <w:r w:rsidR="00001578" w:rsidRPr="00B91BAE">
        <w:rPr>
          <w:color w:val="000000"/>
          <w:sz w:val="20"/>
          <w:lang w:eastAsia="pl-PL"/>
        </w:rPr>
        <w:t xml:space="preserve"> </w:t>
      </w:r>
    </w:p>
    <w:p w:rsidR="00001578" w:rsidRPr="00B91BAE" w:rsidRDefault="00001578" w:rsidP="00001578">
      <w:pPr>
        <w:tabs>
          <w:tab w:val="left" w:pos="567"/>
        </w:tabs>
        <w:rPr>
          <w:color w:val="000000"/>
          <w:sz w:val="20"/>
          <w:lang w:eastAsia="pl-PL"/>
        </w:rPr>
      </w:pPr>
      <w:r w:rsidRPr="00B91BAE">
        <w:rPr>
          <w:color w:val="000000"/>
          <w:sz w:val="20"/>
          <w:lang w:eastAsia="pl-PL"/>
        </w:rPr>
        <w:t>Pieczęć dostawcy</w:t>
      </w:r>
    </w:p>
    <w:p w:rsidR="00001578" w:rsidRPr="00B91BAE" w:rsidRDefault="00001578" w:rsidP="00001578">
      <w:pPr>
        <w:tabs>
          <w:tab w:val="left" w:pos="567"/>
        </w:tabs>
      </w:pPr>
    </w:p>
    <w:tbl>
      <w:tblPr>
        <w:tblW w:w="14636" w:type="dxa"/>
        <w:tblInd w:w="-35" w:type="dxa"/>
        <w:tblLayout w:type="fixed"/>
        <w:tblCellMar>
          <w:left w:w="0" w:type="dxa"/>
          <w:right w:w="0" w:type="dxa"/>
        </w:tblCellMar>
        <w:tblLook w:val="0000"/>
      </w:tblPr>
      <w:tblGrid>
        <w:gridCol w:w="744"/>
        <w:gridCol w:w="2126"/>
        <w:gridCol w:w="3261"/>
        <w:gridCol w:w="850"/>
        <w:gridCol w:w="1134"/>
        <w:gridCol w:w="619"/>
        <w:gridCol w:w="657"/>
        <w:gridCol w:w="303"/>
        <w:gridCol w:w="689"/>
        <w:gridCol w:w="1276"/>
        <w:gridCol w:w="1417"/>
        <w:gridCol w:w="1172"/>
        <w:gridCol w:w="368"/>
        <w:gridCol w:w="20"/>
      </w:tblGrid>
      <w:tr w:rsidR="00001578" w:rsidRPr="00B91BAE" w:rsidTr="00FC6F8C">
        <w:trPr>
          <w:trHeight w:val="735"/>
        </w:trPr>
        <w:tc>
          <w:tcPr>
            <w:tcW w:w="14616" w:type="dxa"/>
            <w:gridSpan w:val="13"/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b/>
                <w:color w:val="000000"/>
                <w:sz w:val="35"/>
                <w:u w:val="single"/>
                <w:lang w:eastAsia="pl-PL"/>
              </w:rPr>
            </w:pPr>
            <w:r w:rsidRPr="00B91BAE">
              <w:rPr>
                <w:color w:val="000000"/>
                <w:sz w:val="31"/>
                <w:lang w:eastAsia="pl-PL"/>
              </w:rPr>
              <w:t xml:space="preserve">Formularz  cenowy 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VI Jaja</w:t>
            </w:r>
          </w:p>
        </w:tc>
        <w:tc>
          <w:tcPr>
            <w:tcW w:w="20" w:type="dxa"/>
          </w:tcPr>
          <w:p w:rsidR="00001578" w:rsidRPr="00B91BAE" w:rsidRDefault="00001578" w:rsidP="00FC6F8C">
            <w:pPr>
              <w:snapToGrid w:val="0"/>
              <w:rPr>
                <w:color w:val="000000"/>
                <w:sz w:val="23"/>
                <w:lang w:eastAsia="pl-PL"/>
              </w:rPr>
            </w:pPr>
          </w:p>
        </w:tc>
      </w:tr>
      <w:tr w:rsidR="00001578" w:rsidRPr="00B91BAE" w:rsidTr="00FC6F8C">
        <w:trPr>
          <w:trHeight w:val="615"/>
        </w:trPr>
        <w:tc>
          <w:tcPr>
            <w:tcW w:w="14616" w:type="dxa"/>
            <w:gridSpan w:val="13"/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Niniejszym oferuję realizację zamówienia zgodnie z zawartym opisem, za cenę wynikającą z poniższej kalkulacji.</w:t>
            </w:r>
          </w:p>
        </w:tc>
        <w:tc>
          <w:tcPr>
            <w:tcW w:w="20" w:type="dxa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001578" w:rsidRPr="00B91BAE" w:rsidTr="00FC6F8C">
        <w:trPr>
          <w:cantSplit/>
          <w:trHeight w:val="885"/>
        </w:trPr>
        <w:tc>
          <w:tcPr>
            <w:tcW w:w="7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Asortyment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Wymagane parametry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sz w:val="18"/>
                <w:lang w:eastAsia="pl-PL"/>
              </w:rPr>
            </w:pPr>
            <w:r w:rsidRPr="00B91BAE">
              <w:rPr>
                <w:color w:val="000000"/>
                <w:sz w:val="18"/>
                <w:lang w:eastAsia="pl-PL"/>
              </w:rPr>
              <w:t>j.m.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ilość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netto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stawka VAT (%)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brutto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netto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brutto</w:t>
            </w:r>
          </w:p>
        </w:tc>
      </w:tr>
      <w:tr w:rsidR="00001578" w:rsidRPr="00B91BAE" w:rsidTr="00FC6F8C">
        <w:trPr>
          <w:cantSplit/>
          <w:trHeight w:hRule="exact" w:val="80"/>
        </w:trPr>
        <w:tc>
          <w:tcPr>
            <w:tcW w:w="7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sz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3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sz w:val="18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001578" w:rsidRPr="00B91BAE" w:rsidTr="00FC6F8C">
        <w:trPr>
          <w:trHeight w:hRule="exact" w:val="200"/>
        </w:trPr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sz w:val="18"/>
                <w:lang w:eastAsia="pl-PL"/>
              </w:rPr>
            </w:pPr>
            <w:r w:rsidRPr="00B91BAE">
              <w:rPr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5E5D78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276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5E5D78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5E5D78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5E5D78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5E5D78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</w:t>
            </w:r>
            <w:r w:rsidR="000C3A8F">
              <w:rPr>
                <w:color w:val="000000"/>
                <w:sz w:val="16"/>
                <w:lang w:eastAsia="pl-PL"/>
              </w:rPr>
              <w:t xml:space="preserve"> (5</w:t>
            </w:r>
            <w:r w:rsidR="00001578" w:rsidRPr="00B91BAE">
              <w:rPr>
                <w:color w:val="000000"/>
                <w:sz w:val="16"/>
                <w:lang w:eastAsia="pl-PL"/>
              </w:rPr>
              <w:t>x6)</w:t>
            </w:r>
          </w:p>
        </w:tc>
        <w:tc>
          <w:tcPr>
            <w:tcW w:w="156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1578" w:rsidRPr="00B91BAE" w:rsidRDefault="000C3A8F" w:rsidP="00FC6F8C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  (5x8</w:t>
            </w:r>
            <w:r w:rsidR="00001578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001578" w:rsidRPr="00B91BAE" w:rsidTr="00FC6F8C">
        <w:trPr>
          <w:trHeight w:val="525"/>
        </w:trPr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1.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Jaja kurze świeże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sz w:val="20"/>
                <w:lang w:eastAsia="pl-PL"/>
              </w:rPr>
            </w:pPr>
            <w:r w:rsidRPr="00B91BAE">
              <w:rPr>
                <w:color w:val="000000"/>
                <w:sz w:val="20"/>
                <w:lang w:eastAsia="pl-PL"/>
              </w:rPr>
              <w:t>Jaja klasy A, wielkość L (waga 63-73g)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901B9F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901B9F" w:rsidRDefault="00507489" w:rsidP="00FC6F8C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11</w:t>
            </w:r>
            <w:r w:rsidR="00D81C28">
              <w:rPr>
                <w:b/>
                <w:color w:val="000000"/>
                <w:lang w:eastAsia="pl-PL"/>
              </w:rPr>
              <w:t>0</w:t>
            </w:r>
            <w:r w:rsidR="00001578" w:rsidRPr="00901B9F">
              <w:rPr>
                <w:b/>
                <w:color w:val="000000"/>
                <w:lang w:eastAsia="pl-PL"/>
              </w:rPr>
              <w:t>00</w:t>
            </w:r>
          </w:p>
        </w:tc>
        <w:tc>
          <w:tcPr>
            <w:tcW w:w="1276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sz w:val="28"/>
                <w:lang w:eastAsia="pl-PL"/>
              </w:rPr>
            </w:pPr>
            <w:r w:rsidRPr="00B91BAE">
              <w:rPr>
                <w:color w:val="000000"/>
                <w:sz w:val="28"/>
                <w:lang w:eastAsia="pl-PL"/>
              </w:rPr>
              <w:t> </w:t>
            </w: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56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001578" w:rsidRPr="00B91BAE" w:rsidTr="00FC6F8C">
        <w:trPr>
          <w:trHeight w:val="390"/>
        </w:trPr>
        <w:tc>
          <w:tcPr>
            <w:tcW w:w="74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26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sz w:val="20"/>
                <w:lang w:eastAsia="pl-PL"/>
              </w:rPr>
            </w:pPr>
            <w:r w:rsidRPr="00B91BAE">
              <w:rPr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54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Ogółem wartość oferty</w:t>
            </w:r>
          </w:p>
        </w:tc>
        <w:tc>
          <w:tcPr>
            <w:tcW w:w="1417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  <w:tc>
          <w:tcPr>
            <w:tcW w:w="1560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01578" w:rsidRPr="00B91BAE" w:rsidRDefault="00001578" w:rsidP="00FC6F8C">
            <w:pPr>
              <w:snapToGrid w:val="0"/>
              <w:jc w:val="center"/>
              <w:rPr>
                <w:b/>
                <w:color w:val="000000"/>
                <w:sz w:val="28"/>
                <w:lang w:eastAsia="pl-PL"/>
              </w:rPr>
            </w:pPr>
          </w:p>
        </w:tc>
      </w:tr>
      <w:tr w:rsidR="00001578" w:rsidRPr="00B91BAE" w:rsidTr="00FC6F8C">
        <w:trPr>
          <w:trHeight w:val="300"/>
        </w:trPr>
        <w:tc>
          <w:tcPr>
            <w:tcW w:w="744" w:type="dxa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sz w:val="20"/>
                <w:lang w:eastAsia="pl-PL"/>
              </w:rPr>
            </w:pPr>
          </w:p>
        </w:tc>
        <w:tc>
          <w:tcPr>
            <w:tcW w:w="2126" w:type="dxa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3261" w:type="dxa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134" w:type="dxa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619" w:type="dxa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965" w:type="dxa"/>
            <w:gridSpan w:val="2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417" w:type="dxa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172" w:type="dxa"/>
            <w:vAlign w:val="bottom"/>
          </w:tcPr>
          <w:p w:rsidR="00001578" w:rsidRPr="00B91BAE" w:rsidRDefault="00001578" w:rsidP="00FC6F8C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388" w:type="dxa"/>
            <w:gridSpan w:val="2"/>
          </w:tcPr>
          <w:p w:rsidR="00001578" w:rsidRPr="00B91BAE" w:rsidRDefault="00001578" w:rsidP="00FC6F8C">
            <w:pPr>
              <w:snapToGrid w:val="0"/>
            </w:pPr>
          </w:p>
        </w:tc>
      </w:tr>
    </w:tbl>
    <w:p w:rsidR="00001578" w:rsidRPr="00B91BAE" w:rsidRDefault="00001578" w:rsidP="00001578">
      <w:r w:rsidRPr="00B91BAE">
        <w:t>Dostawa będzie realizowana do magazynu spożywczego Domu Pomocy Społe</w:t>
      </w:r>
      <w:r>
        <w:t xml:space="preserve">cznej w </w:t>
      </w:r>
      <w:proofErr w:type="spellStart"/>
      <w:r w:rsidR="00507489">
        <w:t>Radawiu</w:t>
      </w:r>
      <w:proofErr w:type="spellEnd"/>
      <w:r w:rsidR="00507489">
        <w:t xml:space="preserve"> ul. Żwirowa 1</w:t>
      </w:r>
    </w:p>
    <w:p w:rsidR="00001578" w:rsidRPr="00B91BAE" w:rsidRDefault="00001578" w:rsidP="00001578"/>
    <w:p w:rsidR="00001578" w:rsidRPr="00B91BAE" w:rsidRDefault="00001578" w:rsidP="00001578"/>
    <w:p w:rsidR="00001578" w:rsidRPr="00B91BAE" w:rsidRDefault="00001578" w:rsidP="00001578"/>
    <w:p w:rsidR="00001578" w:rsidRPr="00B91BAE" w:rsidRDefault="00001578" w:rsidP="00001578">
      <w:pPr>
        <w:tabs>
          <w:tab w:val="left" w:pos="567"/>
        </w:tabs>
      </w:pPr>
      <w:r w:rsidRPr="00B91BAE">
        <w:t xml:space="preserve">ZAMAWIAJĄCY                                                                                                                                                  </w:t>
      </w:r>
      <w:r>
        <w:t xml:space="preserve">                        </w:t>
      </w:r>
      <w:r w:rsidRPr="00B91BAE">
        <w:t xml:space="preserve">      </w:t>
      </w:r>
      <w:r w:rsidR="00607CAC">
        <w:t xml:space="preserve">         </w:t>
      </w:r>
      <w:r w:rsidRPr="00B91BAE">
        <w:t>WYKONAWCA</w:t>
      </w:r>
    </w:p>
    <w:p w:rsidR="00001578" w:rsidRPr="00B91BAE" w:rsidRDefault="00001578" w:rsidP="00001578">
      <w:pPr>
        <w:jc w:val="both"/>
      </w:pPr>
    </w:p>
    <w:p w:rsidR="006C6E8E" w:rsidRDefault="009775A5" w:rsidP="009775A5">
      <w:pPr>
        <w:jc w:val="center"/>
      </w:pPr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</w:p>
    <w:sectPr w:rsidR="006C6E8E" w:rsidSect="00001578">
      <w:pgSz w:w="16838" w:h="11906" w:orient="landscape"/>
      <w:pgMar w:top="1418" w:right="1418" w:bottom="73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compat/>
  <w:rsids>
    <w:rsidRoot w:val="00A67656"/>
    <w:rsid w:val="00001578"/>
    <w:rsid w:val="000C3A8F"/>
    <w:rsid w:val="00314330"/>
    <w:rsid w:val="00507489"/>
    <w:rsid w:val="005E5D78"/>
    <w:rsid w:val="00607CAC"/>
    <w:rsid w:val="006C6E8E"/>
    <w:rsid w:val="0084297C"/>
    <w:rsid w:val="008656CB"/>
    <w:rsid w:val="009775A5"/>
    <w:rsid w:val="00A67656"/>
    <w:rsid w:val="00D45E77"/>
    <w:rsid w:val="00D81C28"/>
    <w:rsid w:val="00DB3B7E"/>
    <w:rsid w:val="00FC6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578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zetarg%20na%202018\za&#322;aczniki%20cenowe\za&#322;&#261;cznik%201F%20jaj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1F jaja.dot</Template>
  <TotalTime>1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Radawie</cp:lastModifiedBy>
  <cp:revision>2</cp:revision>
  <dcterms:created xsi:type="dcterms:W3CDTF">2021-12-09T13:15:00Z</dcterms:created>
  <dcterms:modified xsi:type="dcterms:W3CDTF">2021-12-09T13:15:00Z</dcterms:modified>
</cp:coreProperties>
</file>